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0C" w:rsidRDefault="002F3F0C" w:rsidP="002F3F0C">
      <w:pPr>
        <w:pStyle w:val="Titulek"/>
        <w:keepNext/>
        <w:rPr>
          <w:color w:val="auto"/>
        </w:rPr>
      </w:pPr>
      <w:r w:rsidRPr="002F3F0C">
        <w:rPr>
          <w:color w:val="auto"/>
        </w:rPr>
        <w:t xml:space="preserve">Příloha č. </w:t>
      </w:r>
      <w:r w:rsidR="00652C2F">
        <w:rPr>
          <w:color w:val="auto"/>
        </w:rPr>
        <w:t>3 Rámcové dohody</w:t>
      </w:r>
    </w:p>
    <w:p w:rsidR="002F3F0C" w:rsidRPr="002F3F0C" w:rsidRDefault="002F3F0C" w:rsidP="002F3F0C">
      <w:pPr>
        <w:rPr>
          <w:b/>
          <w:color w:val="FF6600"/>
          <w:sz w:val="36"/>
          <w:szCs w:val="36"/>
        </w:rPr>
      </w:pPr>
      <w:r w:rsidRPr="00727D09">
        <w:rPr>
          <w:b/>
          <w:color w:val="FF6600"/>
          <w:sz w:val="36"/>
          <w:szCs w:val="36"/>
        </w:rPr>
        <w:t>Dílčí nabídkové ceny</w:t>
      </w:r>
    </w:p>
    <w:tbl>
      <w:tblPr>
        <w:tblW w:w="101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  <w:gridCol w:w="1645"/>
        <w:gridCol w:w="1760"/>
        <w:gridCol w:w="1760"/>
      </w:tblGrid>
      <w:tr w:rsidR="00652C2F" w:rsidRPr="00B23C79" w:rsidTr="00652C2F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652C2F" w:rsidRPr="00B23C79" w:rsidRDefault="00652C2F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Příslušenství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C2F" w:rsidRPr="00B23C79" w:rsidRDefault="00652C2F" w:rsidP="00652C2F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C21B74">
              <w:rPr>
                <w:b/>
                <w:sz w:val="18"/>
                <w:szCs w:val="18"/>
              </w:rPr>
              <w:t xml:space="preserve">Cena za </w:t>
            </w:r>
            <w:r>
              <w:rPr>
                <w:b/>
                <w:sz w:val="18"/>
                <w:szCs w:val="18"/>
              </w:rPr>
              <w:t>1 ks bez DPH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652C2F" w:rsidRPr="00B23C79" w:rsidRDefault="00652C2F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Výše DPH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C2F" w:rsidRPr="00B23C79" w:rsidRDefault="00652C2F" w:rsidP="00652C2F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C21B74">
              <w:rPr>
                <w:b/>
                <w:sz w:val="18"/>
                <w:szCs w:val="18"/>
              </w:rPr>
              <w:t xml:space="preserve">Cena za </w:t>
            </w:r>
            <w:r>
              <w:rPr>
                <w:b/>
                <w:sz w:val="18"/>
                <w:szCs w:val="18"/>
              </w:rPr>
              <w:t xml:space="preserve">1 ks 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>vče</w:t>
            </w:r>
            <w:r w:rsidRPr="00C21B74">
              <w:rPr>
                <w:b/>
                <w:sz w:val="18"/>
                <w:szCs w:val="18"/>
              </w:rPr>
              <w:t>tně DPH</w:t>
            </w: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RJ45 - 0,25m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RJ45 - 0,5m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RJ45 - 2m 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RJ45 - 3m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RJ45 - 10m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RJ45 - 20m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telefonní RJ45 - RJ11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1m pozlacený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2m pozlacený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5m pozlacený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1m - HDMI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2m - HDMI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5m - HDMI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USB-C - USB-C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USB-C - USB-C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USB-C 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USB-C 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USB-A - USB mikro 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 mikro 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USB-B tiskárna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USB-B tiskárna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USB-A - USB-C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USB-C - USB-A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HDMI - mini HDMI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redukce mini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</w:t>
            </w:r>
            <w:proofErr w:type="spellEnd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na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DVI-D - HDMI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HDMI - DVI-D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DVI-D - DVI-D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- 1,5m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- 1,5m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- 1,5m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C5 - 1m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C5 - 1,5m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C5 - 2m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C5 - 3m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drátová klávesnice a myš - 1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drátová klávesnice a myš - 2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bezdrátová klávesnice a myš – 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set bezdrátová klávesnice a myš - 4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Drátová - 5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Bezdrátová  - 6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Bezdrátová nízká - 7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(laser)- S - 8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 - M - 8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 - L - 8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S - 9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M - 9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L - 9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S - 10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M - 10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L - 10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S  - 11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M  - 11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L  - 11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52C2F" w:rsidRPr="00B23C79" w:rsidTr="00652C2F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C2F" w:rsidRPr="00B23C79" w:rsidRDefault="00652C2F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USB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Headset</w:t>
            </w:r>
            <w:proofErr w:type="spellEnd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- 12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652C2F" w:rsidRPr="00B23C79" w:rsidRDefault="00652C2F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9F392E" w:rsidRPr="002F3F0C" w:rsidRDefault="009F392E" w:rsidP="002F3F0C"/>
    <w:sectPr w:rsidR="009F392E" w:rsidRPr="002F3F0C" w:rsidSect="002F3F0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C79" w:rsidRDefault="00B23C79" w:rsidP="00962258">
      <w:pPr>
        <w:spacing w:after="0" w:line="240" w:lineRule="auto"/>
      </w:pPr>
      <w:r>
        <w:separator/>
      </w:r>
    </w:p>
  </w:endnote>
  <w:endnote w:type="continuationSeparator" w:id="0">
    <w:p w:rsidR="00B23C79" w:rsidRDefault="00B23C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3C7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23C79" w:rsidRPr="00B8518B" w:rsidRDefault="00B23C7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C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C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B8518B">
          <w:pPr>
            <w:pStyle w:val="Zpat"/>
          </w:pPr>
        </w:p>
      </w:tc>
      <w:tc>
        <w:tcPr>
          <w:tcW w:w="2921" w:type="dxa"/>
        </w:tcPr>
        <w:p w:rsidR="00B23C79" w:rsidRDefault="00B23C79" w:rsidP="00D831A3">
          <w:pPr>
            <w:pStyle w:val="Zpat"/>
          </w:pPr>
        </w:p>
      </w:tc>
    </w:tr>
  </w:tbl>
  <w:p w:rsidR="00B23C79" w:rsidRPr="00B8518B" w:rsidRDefault="00B23C7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935E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303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3C7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23C79" w:rsidRPr="00B8518B" w:rsidRDefault="00B23C7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C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C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460660">
          <w:pPr>
            <w:pStyle w:val="Zpat"/>
          </w:pPr>
          <w:r>
            <w:t>Správa železnic, státní organizace</w:t>
          </w:r>
        </w:p>
        <w:p w:rsidR="00B23C79" w:rsidRDefault="00B23C7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460660">
          <w:pPr>
            <w:pStyle w:val="Zpat"/>
          </w:pPr>
          <w:r>
            <w:t>Sídlo: Dlážděná 1003/7, 110 00 Praha 1</w:t>
          </w:r>
        </w:p>
        <w:p w:rsidR="00B23C79" w:rsidRDefault="00B23C79" w:rsidP="00460660">
          <w:pPr>
            <w:pStyle w:val="Zpat"/>
          </w:pPr>
          <w:r>
            <w:t>IČO: 709 94 234 DIČ: CZ 709 94 234</w:t>
          </w:r>
        </w:p>
        <w:p w:rsidR="00B23C79" w:rsidRDefault="00B23C79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B23C79" w:rsidRDefault="00B23C79" w:rsidP="00460660">
          <w:pPr>
            <w:pStyle w:val="Zpat"/>
          </w:pPr>
        </w:p>
      </w:tc>
    </w:tr>
  </w:tbl>
  <w:p w:rsidR="00B23C79" w:rsidRPr="00B8518B" w:rsidRDefault="00B23C7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33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6F821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23C79" w:rsidRPr="00460660" w:rsidRDefault="00B23C7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C79" w:rsidRDefault="00B23C79" w:rsidP="00962258">
      <w:pPr>
        <w:spacing w:after="0" w:line="240" w:lineRule="auto"/>
      </w:pPr>
      <w:r>
        <w:separator/>
      </w:r>
    </w:p>
  </w:footnote>
  <w:footnote w:type="continuationSeparator" w:id="0">
    <w:p w:rsidR="00B23C79" w:rsidRDefault="00B23C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3C7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23C79" w:rsidRPr="00B8518B" w:rsidRDefault="00B23C7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3C79" w:rsidRDefault="00B23C7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3C79" w:rsidRPr="00D6163D" w:rsidRDefault="00B23C79" w:rsidP="00D6163D">
          <w:pPr>
            <w:pStyle w:val="Druhdokumentu"/>
          </w:pPr>
        </w:p>
      </w:tc>
    </w:tr>
  </w:tbl>
  <w:p w:rsidR="00B23C79" w:rsidRPr="00D6163D" w:rsidRDefault="00B23C7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3C7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23C79" w:rsidRPr="00B8518B" w:rsidRDefault="00B23C7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23C79" w:rsidRPr="00D6163D" w:rsidRDefault="00B23C79" w:rsidP="00FC6389">
          <w:pPr>
            <w:pStyle w:val="Druhdokumentu"/>
          </w:pPr>
        </w:p>
      </w:tc>
    </w:tr>
    <w:tr w:rsidR="00B23C79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B23C79" w:rsidRPr="00B8518B" w:rsidRDefault="00B23C7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23C79" w:rsidRPr="00D6163D" w:rsidRDefault="00B23C79" w:rsidP="00FC6389">
          <w:pPr>
            <w:pStyle w:val="Druhdokumentu"/>
          </w:pPr>
        </w:p>
      </w:tc>
    </w:tr>
  </w:tbl>
  <w:p w:rsidR="00B23C79" w:rsidRPr="00D6163D" w:rsidRDefault="00B23C7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23C79" w:rsidRPr="00460660" w:rsidRDefault="00B23C7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F0C"/>
    <w:rsid w:val="00072C1E"/>
    <w:rsid w:val="000E23A7"/>
    <w:rsid w:val="0010693F"/>
    <w:rsid w:val="00114472"/>
    <w:rsid w:val="001550BC"/>
    <w:rsid w:val="001605B9"/>
    <w:rsid w:val="001650FE"/>
    <w:rsid w:val="00170EC5"/>
    <w:rsid w:val="001747C1"/>
    <w:rsid w:val="00184743"/>
    <w:rsid w:val="00207DF5"/>
    <w:rsid w:val="00280E07"/>
    <w:rsid w:val="002C31BF"/>
    <w:rsid w:val="002D08B1"/>
    <w:rsid w:val="002E0CD7"/>
    <w:rsid w:val="002F3F0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4E7"/>
    <w:rsid w:val="005736B7"/>
    <w:rsid w:val="00575E5A"/>
    <w:rsid w:val="005F1404"/>
    <w:rsid w:val="0061068E"/>
    <w:rsid w:val="00652C2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3A7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2F1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23C7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0F06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39917B"/>
  <w14:defaultImageDpi w14:val="32767"/>
  <w15:docId w15:val="{2F582ACA-9EBF-4683-8BE9-AB0E0FEB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F0C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EB191C-205A-44FC-BF4D-35ABDD6A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4</Pages>
  <Words>493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2022-01-04T11:12:00Z</dcterms:created>
  <dcterms:modified xsi:type="dcterms:W3CDTF">2022-01-04T11:14:00Z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